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20955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955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" filled="f" strokecolor="#76923c [2406]" strokeweight="1pt"/>
            </w:pict>
          </mc:Fallback>
        </mc:AlternateContent>
      </w:r>
      <w:r w:rsidR="00FE096E">
        <w:rPr>
          <w:rFonts w:ascii="Arial" w:hAnsi="Arial" w:cs="Arial"/>
          <w:b/>
          <w:color w:val="76923C" w:themeColor="accent3" w:themeShade="BF"/>
          <w:sz w:val="28"/>
          <w:szCs w:val="28"/>
        </w:rPr>
        <w:t>COLORIAGE DES OISEAUX</w: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E096E" w:rsidRDefault="0091579E" w:rsidP="00FE096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</w:t>
      </w:r>
      <w:r w:rsidR="00FE096E">
        <w:rPr>
          <w:rFonts w:ascii="Arial" w:hAnsi="Arial" w:cs="Arial"/>
        </w:rPr>
        <w:t xml:space="preserve">"couleurs en tamoul" </w:t>
      </w:r>
    </w:p>
    <w:p w:rsidR="00FE096E" w:rsidRDefault="0091579E" w:rsidP="00FE096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Dossier </w:t>
      </w:r>
      <w:r w:rsidR="00FE096E">
        <w:rPr>
          <w:rFonts w:ascii="Arial" w:hAnsi="Arial" w:cs="Arial"/>
        </w:rPr>
        <w:t>PDF</w:t>
      </w:r>
      <w:r>
        <w:rPr>
          <w:rFonts w:ascii="Arial" w:hAnsi="Arial" w:cs="Arial"/>
        </w:rPr>
        <w:t xml:space="preserve"> de cinq</w:t>
      </w:r>
      <w:r w:rsidR="00FE096E">
        <w:rPr>
          <w:rFonts w:ascii="Arial" w:hAnsi="Arial" w:cs="Arial"/>
        </w:rPr>
        <w:t xml:space="preserve"> "oiseaux à colorier" </w:t>
      </w:r>
    </w:p>
    <w:p w:rsidR="00FE096E" w:rsidRDefault="00635C69" w:rsidP="00FE096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crayons de couleur</w:t>
      </w:r>
      <w:r w:rsidR="00FE096E">
        <w:rPr>
          <w:rFonts w:ascii="Arial" w:hAnsi="Arial" w:cs="Arial"/>
        </w:rPr>
        <w:t xml:space="preserve"> </w:t>
      </w:r>
    </w:p>
    <w:p w:rsidR="00FE096E" w:rsidRDefault="00FE096E" w:rsidP="00FE096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FE096E" w:rsidRDefault="00FE096E" w:rsidP="00FE096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FE096E" w:rsidRDefault="00FE096E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9749F4" w:rsidRDefault="00687DE3" w:rsidP="009749F4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9749F4" w:rsidP="00B70B4C">
      <w:pPr>
        <w:ind w:left="709"/>
        <w:rPr>
          <w:rFonts w:ascii="Arial" w:hAnsi="Arial" w:cs="Arial"/>
          <w:b/>
        </w:rPr>
      </w:pPr>
      <w:r w:rsidRPr="009749F4">
        <w:rPr>
          <w:rFonts w:ascii="Arial" w:hAnsi="Arial" w:cs="Arial"/>
          <w:b/>
        </w:rPr>
        <w:t>Il s'agit d</w:t>
      </w:r>
      <w:r w:rsidR="00C213AB">
        <w:rPr>
          <w:rFonts w:ascii="Arial" w:hAnsi="Arial" w:cs="Arial"/>
          <w:b/>
        </w:rPr>
        <w:t>e présenter</w:t>
      </w:r>
      <w:r w:rsidRPr="009749F4">
        <w:rPr>
          <w:rFonts w:ascii="Arial" w:hAnsi="Arial" w:cs="Arial"/>
          <w:b/>
        </w:rPr>
        <w:t xml:space="preserve"> quelques noms d'oiseaux </w:t>
      </w:r>
      <w:r w:rsidR="00635C69">
        <w:rPr>
          <w:rFonts w:ascii="Arial" w:hAnsi="Arial" w:cs="Arial"/>
          <w:b/>
        </w:rPr>
        <w:t>et de couleurs en tamoul au travers d'</w:t>
      </w:r>
      <w:r w:rsidRPr="009749F4">
        <w:rPr>
          <w:rFonts w:ascii="Arial" w:hAnsi="Arial" w:cs="Arial"/>
          <w:b/>
        </w:rPr>
        <w:t xml:space="preserve">images à colorier. </w:t>
      </w:r>
    </w:p>
    <w:p w:rsidR="00635C69" w:rsidRPr="00B70B4C" w:rsidRDefault="00635C69" w:rsidP="00B70B4C">
      <w:pPr>
        <w:ind w:left="709"/>
        <w:rPr>
          <w:rFonts w:ascii="Arial" w:hAnsi="Arial" w:cs="Arial"/>
          <w:b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FE096E" w:rsidRDefault="00FE096E" w:rsidP="00FE096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E096E">
        <w:rPr>
          <w:rFonts w:ascii="Arial" w:hAnsi="Arial" w:cs="Arial"/>
          <w:b/>
        </w:rPr>
        <w:t xml:space="preserve">Réunir les </w:t>
      </w:r>
      <w:r w:rsidR="009749F4">
        <w:rPr>
          <w:rFonts w:ascii="Arial" w:hAnsi="Arial" w:cs="Arial"/>
          <w:b/>
        </w:rPr>
        <w:t>élèves</w:t>
      </w:r>
      <w:r w:rsidRPr="00FE096E">
        <w:rPr>
          <w:rFonts w:ascii="Arial" w:hAnsi="Arial" w:cs="Arial"/>
          <w:b/>
        </w:rPr>
        <w:t xml:space="preserve"> autour de la table et leur distribuer les feuilles comportant les o</w:t>
      </w:r>
      <w:r w:rsidR="009749F4">
        <w:rPr>
          <w:rFonts w:ascii="Arial" w:hAnsi="Arial" w:cs="Arial"/>
          <w:b/>
        </w:rPr>
        <w:t xml:space="preserve">iseaux à colorier (voir PDF "oiseaux à colorier") ainsi que la feuille résumant les couleurs en tamoul (voir PDF "couleurs en tamoul"). </w:t>
      </w:r>
    </w:p>
    <w:p w:rsidR="00FE096E" w:rsidRPr="00FE096E" w:rsidRDefault="00FE096E" w:rsidP="00FE096E">
      <w:pPr>
        <w:pStyle w:val="Paragraphedeliste"/>
        <w:jc w:val="both"/>
        <w:rPr>
          <w:rFonts w:ascii="Arial" w:hAnsi="Arial" w:cs="Arial"/>
          <w:b/>
        </w:rPr>
      </w:pPr>
    </w:p>
    <w:p w:rsidR="00FE096E" w:rsidRDefault="00FE096E" w:rsidP="00FE096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E096E">
        <w:rPr>
          <w:rFonts w:ascii="Arial" w:hAnsi="Arial" w:cs="Arial"/>
          <w:b/>
        </w:rPr>
        <w:t xml:space="preserve">Présenter le nom de chaque oiseau en tamoul ainsi que les couleurs.  </w:t>
      </w:r>
    </w:p>
    <w:p w:rsidR="00635C69" w:rsidRPr="00635C69" w:rsidRDefault="00635C69" w:rsidP="00635C69">
      <w:pPr>
        <w:pStyle w:val="Paragraphedeliste"/>
        <w:rPr>
          <w:rFonts w:ascii="Arial" w:hAnsi="Arial" w:cs="Arial"/>
          <w:b/>
        </w:rPr>
      </w:pPr>
    </w:p>
    <w:p w:rsidR="00635C69" w:rsidRDefault="00635C69" w:rsidP="00FE096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Enoncer l'oiseau à colorier et imposer une couleur pour en colorier une partie. Laisser un peu de temps mais pas trop.</w:t>
      </w:r>
    </w:p>
    <w:p w:rsidR="00635C69" w:rsidRPr="00635C69" w:rsidRDefault="00635C69" w:rsidP="00635C69">
      <w:pPr>
        <w:pStyle w:val="Paragraphedeliste"/>
        <w:rPr>
          <w:rFonts w:ascii="Arial" w:hAnsi="Arial" w:cs="Arial"/>
          <w:b/>
        </w:rPr>
      </w:pPr>
    </w:p>
    <w:p w:rsidR="00635C69" w:rsidRDefault="00635C69" w:rsidP="00FE096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Changer le nom de l'oiseau et la couleur.</w:t>
      </w:r>
    </w:p>
    <w:p w:rsidR="00635C69" w:rsidRPr="00635C69" w:rsidRDefault="00635C69" w:rsidP="00635C69">
      <w:pPr>
        <w:pStyle w:val="Paragraphedeliste"/>
        <w:rPr>
          <w:rFonts w:ascii="Arial" w:hAnsi="Arial" w:cs="Arial"/>
          <w:b/>
        </w:rPr>
      </w:pPr>
    </w:p>
    <w:p w:rsidR="00635C69" w:rsidRDefault="00635C69" w:rsidP="00FE096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Et ainsi de suite jusqu'à ce que les oiseaux soient coloriés en entier ou que le temps dédié au jeu soit écoulé.</w:t>
      </w:r>
    </w:p>
    <w:p w:rsidR="00635C69" w:rsidRPr="00635C69" w:rsidRDefault="00635C69" w:rsidP="00635C69">
      <w:pPr>
        <w:pStyle w:val="Paragraphedeliste"/>
        <w:rPr>
          <w:rFonts w:ascii="Arial" w:hAnsi="Arial" w:cs="Arial"/>
          <w:b/>
        </w:rPr>
      </w:pPr>
    </w:p>
    <w:p w:rsidR="00837771" w:rsidRPr="00177EC9" w:rsidRDefault="00837771" w:rsidP="00FE096E">
      <w:pPr>
        <w:pStyle w:val="Paragraphedeliste"/>
        <w:jc w:val="both"/>
        <w:rPr>
          <w:rFonts w:ascii="Arial" w:hAnsi="Arial" w:cs="Arial"/>
          <w:b/>
          <w:color w:val="7030A0"/>
        </w:rPr>
      </w:pPr>
      <w:bookmarkStart w:id="0" w:name="_GoBack"/>
      <w:bookmarkEnd w:id="0"/>
    </w:p>
    <w:sectPr w:rsidR="00837771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3B" w:rsidRDefault="0056613B" w:rsidP="00687DE3">
      <w:pPr>
        <w:spacing w:after="0" w:line="240" w:lineRule="auto"/>
      </w:pPr>
      <w:r>
        <w:separator/>
      </w:r>
    </w:p>
  </w:endnote>
  <w:endnote w:type="continuationSeparator" w:id="0">
    <w:p w:rsidR="0056613B" w:rsidRDefault="0056613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3B" w:rsidRDefault="0056613B" w:rsidP="00687DE3">
      <w:pPr>
        <w:spacing w:after="0" w:line="240" w:lineRule="auto"/>
      </w:pPr>
      <w:r>
        <w:separator/>
      </w:r>
    </w:p>
  </w:footnote>
  <w:footnote w:type="continuationSeparator" w:id="0">
    <w:p w:rsidR="0056613B" w:rsidRDefault="0056613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56613B"/>
    <w:rsid w:val="00635C69"/>
    <w:rsid w:val="00687DE3"/>
    <w:rsid w:val="007D5C21"/>
    <w:rsid w:val="00837771"/>
    <w:rsid w:val="008E1388"/>
    <w:rsid w:val="0091579E"/>
    <w:rsid w:val="009749F4"/>
    <w:rsid w:val="00B431DF"/>
    <w:rsid w:val="00B70B4C"/>
    <w:rsid w:val="00C113DD"/>
    <w:rsid w:val="00C213AB"/>
    <w:rsid w:val="00C45E62"/>
    <w:rsid w:val="00D61C79"/>
    <w:rsid w:val="00DF5E50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12D38B4F.dotm</Template>
  <TotalTime>5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2019-07-22T16:04:00Z</dcterms:created>
  <dcterms:modified xsi:type="dcterms:W3CDTF">2019-07-29T08:14:00Z</dcterms:modified>
</cp:coreProperties>
</file>